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1D4FD" w14:textId="4FE49A26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AC007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848C0">
        <w:rPr>
          <w:rFonts w:asciiTheme="majorHAnsi" w:eastAsia="Times New Roman" w:hAnsiTheme="majorHAnsi" w:cs="Times New Roman"/>
          <w:lang w:eastAsia="cs-CZ"/>
        </w:rPr>
        <w:t>2</w:t>
      </w:r>
      <w:r w:rsidR="00DD29C3" w:rsidRPr="00AC007C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151AFC">
        <w:rPr>
          <w:rFonts w:asciiTheme="majorHAnsi" w:eastAsia="Times New Roman" w:hAnsiTheme="majorHAnsi" w:cs="Times New Roman"/>
          <w:lang w:eastAsia="cs-CZ"/>
        </w:rPr>
        <w:t xml:space="preserve"> o údržbě a provozu software</w:t>
      </w:r>
    </w:p>
    <w:p w14:paraId="64E4CABF" w14:textId="77777777" w:rsidR="00DD29C3" w:rsidRPr="008E63A2" w:rsidRDefault="00DD29C3" w:rsidP="005A0D79">
      <w:pPr>
        <w:pStyle w:val="Nadpis1"/>
        <w:rPr>
          <w:rFonts w:eastAsia="Times New Roman"/>
          <w:color w:val="FF5200"/>
          <w:sz w:val="32"/>
          <w:szCs w:val="32"/>
          <w:lang w:eastAsia="cs-CZ"/>
        </w:rPr>
      </w:pPr>
      <w:r w:rsidRPr="008E63A2">
        <w:rPr>
          <w:rFonts w:eastAsia="Times New Roman"/>
          <w:color w:val="FF5200"/>
          <w:sz w:val="32"/>
          <w:szCs w:val="32"/>
          <w:lang w:eastAsia="cs-CZ"/>
        </w:rPr>
        <w:t>Poddodavatelé</w:t>
      </w:r>
    </w:p>
    <w:p w14:paraId="3842DD40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782EAE3F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1DFAA76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7"/>
        <w:gridCol w:w="4917"/>
      </w:tblGrid>
      <w:tr w:rsidR="00DD29C3" w:rsidRPr="00FF65DD" w14:paraId="1C545604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C9B4935" w14:textId="77777777" w:rsidR="00DD29C3" w:rsidRPr="001B629E" w:rsidRDefault="00DD29C3" w:rsidP="005A0D79">
            <w:pPr>
              <w:rPr>
                <w:szCs w:val="18"/>
              </w:rPr>
            </w:pPr>
            <w:r w:rsidRPr="005A0D79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7471FDE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A749052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4D194D3" w14:textId="77777777" w:rsidR="00DD29C3" w:rsidRPr="001B629E" w:rsidRDefault="00DD29C3" w:rsidP="005A0D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8"/>
              </w:rPr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CF5421">
              <w:rPr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39CE2C9B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E9E70DA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F5C0F91" w14:textId="77777777" w:rsidR="00DD29C3" w:rsidRPr="001B629E" w:rsidRDefault="00DD29C3" w:rsidP="005A0D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CF5421">
              <w:rPr>
                <w:highlight w:val="green"/>
                <w:lang w:val="en-US"/>
              </w:rPr>
              <w:t>ZHOTOVITEL</w:t>
            </w:r>
            <w:r w:rsidR="00CF5421" w:rsidRPr="001B629E">
              <w:rPr>
                <w:highlight w:val="green"/>
                <w:lang w:val="en-US"/>
              </w:rPr>
              <w:t>]</w:t>
            </w:r>
          </w:p>
        </w:tc>
      </w:tr>
    </w:tbl>
    <w:p w14:paraId="359204C2" w14:textId="77777777" w:rsidR="00DD29C3" w:rsidRPr="001B629E" w:rsidRDefault="00DD29C3" w:rsidP="00602B04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CF5421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3DCD6722" w14:textId="77777777" w:rsidR="009F392E" w:rsidRDefault="009F392E" w:rsidP="00DD29C3"/>
    <w:p w14:paraId="57F1C5F0" w14:textId="77777777" w:rsidR="00C75BC2" w:rsidRPr="00C75BC2" w:rsidRDefault="00C75BC2" w:rsidP="00C75BC2"/>
    <w:p w14:paraId="42A6E61C" w14:textId="77777777" w:rsidR="00C75BC2" w:rsidRPr="00C75BC2" w:rsidRDefault="00C75BC2" w:rsidP="00C75BC2"/>
    <w:p w14:paraId="2F967807" w14:textId="77777777" w:rsidR="00C75BC2" w:rsidRPr="00C75BC2" w:rsidRDefault="00C75BC2" w:rsidP="00C75BC2"/>
    <w:p w14:paraId="7B19867F" w14:textId="77777777" w:rsidR="00C75BC2" w:rsidRPr="00C75BC2" w:rsidRDefault="00C75BC2" w:rsidP="00C75BC2"/>
    <w:p w14:paraId="2C1F24CF" w14:textId="77777777" w:rsidR="00C75BC2" w:rsidRPr="00C75BC2" w:rsidRDefault="00C75BC2" w:rsidP="00C75BC2"/>
    <w:p w14:paraId="76E3E90F" w14:textId="77777777" w:rsidR="00C75BC2" w:rsidRPr="00C75BC2" w:rsidRDefault="00C75BC2" w:rsidP="00C75BC2"/>
    <w:p w14:paraId="230CAE5B" w14:textId="77777777" w:rsidR="00C75BC2" w:rsidRPr="00C75BC2" w:rsidRDefault="00C75BC2" w:rsidP="00C75BC2"/>
    <w:p w14:paraId="1142C58A" w14:textId="77777777" w:rsidR="00C75BC2" w:rsidRPr="00C75BC2" w:rsidRDefault="00C75BC2" w:rsidP="00C75BC2"/>
    <w:p w14:paraId="3D3D8B37" w14:textId="77777777" w:rsidR="00C75BC2" w:rsidRPr="00C75BC2" w:rsidRDefault="00C75BC2" w:rsidP="00C75BC2"/>
    <w:p w14:paraId="4F27D154" w14:textId="77777777" w:rsidR="00C75BC2" w:rsidRPr="00C75BC2" w:rsidRDefault="00C75BC2" w:rsidP="00C75BC2"/>
    <w:p w14:paraId="35A1F10F" w14:textId="77777777" w:rsidR="00C75BC2" w:rsidRPr="00C75BC2" w:rsidRDefault="00C75BC2" w:rsidP="00C75BC2"/>
    <w:p w14:paraId="2443DA40" w14:textId="77777777" w:rsidR="00C75BC2" w:rsidRPr="00C75BC2" w:rsidRDefault="00C75BC2" w:rsidP="00C75BC2"/>
    <w:p w14:paraId="7C1ED314" w14:textId="4594A545" w:rsidR="00C75BC2" w:rsidRPr="00C75BC2" w:rsidRDefault="00C75BC2" w:rsidP="005A0D79">
      <w:pPr>
        <w:tabs>
          <w:tab w:val="left" w:pos="5124"/>
        </w:tabs>
      </w:pPr>
      <w:r>
        <w:tab/>
      </w:r>
    </w:p>
    <w:sectPr w:rsidR="00C75BC2" w:rsidRPr="00C75BC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88E36" w14:textId="77777777" w:rsidR="004151E6" w:rsidRDefault="004151E6" w:rsidP="00962258">
      <w:pPr>
        <w:spacing w:after="0" w:line="240" w:lineRule="auto"/>
      </w:pPr>
      <w:r>
        <w:separator/>
      </w:r>
    </w:p>
  </w:endnote>
  <w:endnote w:type="continuationSeparator" w:id="0">
    <w:p w14:paraId="09A75EF9" w14:textId="77777777" w:rsidR="004151E6" w:rsidRDefault="004151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EAA9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5236C6" w14:textId="2FC44C2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0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00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40C3EE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4D59F7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254AFD8" w14:textId="77777777" w:rsidR="00F1715C" w:rsidRDefault="00F1715C" w:rsidP="00D831A3">
          <w:pPr>
            <w:pStyle w:val="Zpat"/>
          </w:pPr>
        </w:p>
      </w:tc>
    </w:tr>
  </w:tbl>
  <w:p w14:paraId="367EA14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8A6E133" wp14:editId="051A1C9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6E29C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5C6EBF9" wp14:editId="4B578E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52AA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90EFB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3EAD43" w14:textId="2BBEAD0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1A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1A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B89B89B" w14:textId="77777777" w:rsidR="00F1715C" w:rsidRDefault="00F1715C" w:rsidP="005A0D79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7C0746" w14:textId="77777777" w:rsidR="00F1715C" w:rsidRDefault="00F1715C" w:rsidP="005A0D79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A2FD0BC" w14:textId="77777777" w:rsidR="00F1715C" w:rsidRDefault="00F1715C" w:rsidP="005A0D79">
          <w:pPr>
            <w:pStyle w:val="Zpat"/>
            <w:jc w:val="left"/>
          </w:pPr>
          <w:r>
            <w:t>Sídlo: Dlážděná 1003/7, 110 00 Praha 1</w:t>
          </w:r>
        </w:p>
        <w:p w14:paraId="5767A100" w14:textId="77777777" w:rsidR="00F1715C" w:rsidRDefault="00F1715C" w:rsidP="005A0D79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D985BA3" w14:textId="77777777" w:rsidR="00F1715C" w:rsidRDefault="00F1715C" w:rsidP="005A0D79">
          <w:pPr>
            <w:pStyle w:val="Zpat"/>
            <w:jc w:val="lef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14:paraId="19003F81" w14:textId="77777777" w:rsidR="00F1715C" w:rsidRDefault="00F1715C" w:rsidP="00460660">
          <w:pPr>
            <w:pStyle w:val="Zpat"/>
          </w:pPr>
        </w:p>
      </w:tc>
    </w:tr>
  </w:tbl>
  <w:p w14:paraId="0847F2C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5F4887B" wp14:editId="2124B4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C45B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83E6EB9" wp14:editId="2E2A7BA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2EA51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B398CD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79D86" w14:textId="77777777" w:rsidR="004151E6" w:rsidRDefault="004151E6" w:rsidP="00962258">
      <w:pPr>
        <w:spacing w:after="0" w:line="240" w:lineRule="auto"/>
      </w:pPr>
      <w:r>
        <w:separator/>
      </w:r>
    </w:p>
  </w:footnote>
  <w:footnote w:type="continuationSeparator" w:id="0">
    <w:p w14:paraId="5C8D1667" w14:textId="77777777" w:rsidR="004151E6" w:rsidRDefault="004151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D6C34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09D3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4105A1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25CD151" w14:textId="77777777" w:rsidR="00F1715C" w:rsidRPr="00D6163D" w:rsidRDefault="00F1715C" w:rsidP="00D6163D">
          <w:pPr>
            <w:pStyle w:val="Druhdokumentu"/>
          </w:pPr>
        </w:p>
      </w:tc>
    </w:tr>
  </w:tbl>
  <w:p w14:paraId="030F47A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ABE4D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329914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CB82DE2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0C51B0E" w14:textId="77777777" w:rsidR="00F1715C" w:rsidRPr="00D6163D" w:rsidRDefault="00F1715C" w:rsidP="00FC6389">
          <w:pPr>
            <w:pStyle w:val="Druhdokumentu"/>
          </w:pPr>
        </w:p>
      </w:tc>
    </w:tr>
    <w:tr w:rsidR="009F392E" w14:paraId="5BC8565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176F69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BDE69E1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E90959D" w14:textId="77777777" w:rsidR="009F392E" w:rsidRPr="00D6163D" w:rsidRDefault="009F392E" w:rsidP="00FC6389">
          <w:pPr>
            <w:pStyle w:val="Druhdokumentu"/>
          </w:pPr>
        </w:p>
      </w:tc>
    </w:tr>
  </w:tbl>
  <w:p w14:paraId="2FA52B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9071119" wp14:editId="1F27D3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7693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E73212DE"/>
    <w:lvl w:ilvl="0" w:tplc="4934A450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29931054">
    <w:abstractNumId w:val="3"/>
  </w:num>
  <w:num w:numId="2" w16cid:durableId="523179208">
    <w:abstractNumId w:val="2"/>
  </w:num>
  <w:num w:numId="3" w16cid:durableId="9263785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3190580">
    <w:abstractNumId w:val="8"/>
  </w:num>
  <w:num w:numId="5" w16cid:durableId="1260336794">
    <w:abstractNumId w:val="4"/>
  </w:num>
  <w:num w:numId="6" w16cid:durableId="1262834370">
    <w:abstractNumId w:val="5"/>
  </w:num>
  <w:num w:numId="7" w16cid:durableId="639572548">
    <w:abstractNumId w:val="0"/>
  </w:num>
  <w:num w:numId="8" w16cid:durableId="410079288">
    <w:abstractNumId w:val="6"/>
  </w:num>
  <w:num w:numId="9" w16cid:durableId="11203434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1712408">
    <w:abstractNumId w:val="5"/>
  </w:num>
  <w:num w:numId="11" w16cid:durableId="373311973">
    <w:abstractNumId w:val="2"/>
  </w:num>
  <w:num w:numId="12" w16cid:durableId="1618874056">
    <w:abstractNumId w:val="5"/>
  </w:num>
  <w:num w:numId="13" w16cid:durableId="1044406260">
    <w:abstractNumId w:val="5"/>
  </w:num>
  <w:num w:numId="14" w16cid:durableId="1489708056">
    <w:abstractNumId w:val="5"/>
  </w:num>
  <w:num w:numId="15" w16cid:durableId="1074015520">
    <w:abstractNumId w:val="5"/>
  </w:num>
  <w:num w:numId="16" w16cid:durableId="1601984821">
    <w:abstractNumId w:val="9"/>
  </w:num>
  <w:num w:numId="17" w16cid:durableId="1476289224">
    <w:abstractNumId w:val="3"/>
  </w:num>
  <w:num w:numId="18" w16cid:durableId="1860310128">
    <w:abstractNumId w:val="9"/>
  </w:num>
  <w:num w:numId="19" w16cid:durableId="125509453">
    <w:abstractNumId w:val="9"/>
  </w:num>
  <w:num w:numId="20" w16cid:durableId="102655942">
    <w:abstractNumId w:val="9"/>
  </w:num>
  <w:num w:numId="21" w16cid:durableId="55982263">
    <w:abstractNumId w:val="9"/>
  </w:num>
  <w:num w:numId="22" w16cid:durableId="84500989">
    <w:abstractNumId w:val="5"/>
  </w:num>
  <w:num w:numId="23" w16cid:durableId="1990477781">
    <w:abstractNumId w:val="2"/>
  </w:num>
  <w:num w:numId="24" w16cid:durableId="1033725082">
    <w:abstractNumId w:val="5"/>
  </w:num>
  <w:num w:numId="25" w16cid:durableId="53507253">
    <w:abstractNumId w:val="5"/>
  </w:num>
  <w:num w:numId="26" w16cid:durableId="115174402">
    <w:abstractNumId w:val="5"/>
  </w:num>
  <w:num w:numId="27" w16cid:durableId="1116407056">
    <w:abstractNumId w:val="5"/>
  </w:num>
  <w:num w:numId="28" w16cid:durableId="568729306">
    <w:abstractNumId w:val="9"/>
  </w:num>
  <w:num w:numId="29" w16cid:durableId="446242530">
    <w:abstractNumId w:val="3"/>
  </w:num>
  <w:num w:numId="30" w16cid:durableId="1388799432">
    <w:abstractNumId w:val="9"/>
  </w:num>
  <w:num w:numId="31" w16cid:durableId="1658073901">
    <w:abstractNumId w:val="9"/>
  </w:num>
  <w:num w:numId="32" w16cid:durableId="59326663">
    <w:abstractNumId w:val="9"/>
  </w:num>
  <w:num w:numId="33" w16cid:durableId="1613124948">
    <w:abstractNumId w:val="9"/>
  </w:num>
  <w:num w:numId="34" w16cid:durableId="185460821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36292"/>
    <w:rsid w:val="00151AFC"/>
    <w:rsid w:val="001550BC"/>
    <w:rsid w:val="001605B9"/>
    <w:rsid w:val="00170EC5"/>
    <w:rsid w:val="001747C1"/>
    <w:rsid w:val="00184743"/>
    <w:rsid w:val="001B54AF"/>
    <w:rsid w:val="00207DF5"/>
    <w:rsid w:val="00216C0D"/>
    <w:rsid w:val="002726BB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D79"/>
    <w:rsid w:val="005F1404"/>
    <w:rsid w:val="00602B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8C0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63A2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C007C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75BC2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9707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D1FF8DE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2B04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2726BB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726BB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726BB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2726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E1D7292-D38E-43D8-B21F-DF41112049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0D21C3-4EDE-49C4-AC1A-A3F3AEB51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4</cp:revision>
  <cp:lastPrinted>2017-11-28T17:18:00Z</cp:lastPrinted>
  <dcterms:created xsi:type="dcterms:W3CDTF">2024-10-18T12:04:00Z</dcterms:created>
  <dcterms:modified xsi:type="dcterms:W3CDTF">2025-07-22T10:07:00Z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